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EB135" w14:textId="5365B12B" w:rsidR="00791C50" w:rsidRPr="00925965" w:rsidRDefault="00A40DA2" w:rsidP="00AC1676">
      <w:pPr>
        <w:pStyle w:val="berschrift2"/>
      </w:pPr>
      <w:r w:rsidRPr="00925965">
        <w:t xml:space="preserve">ViscoTec stellt neue Marke </w:t>
      </w:r>
      <w:r w:rsidR="00FD3B18" w:rsidRPr="00925965">
        <w:t>Puredyne</w:t>
      </w:r>
      <w:r w:rsidR="00E61A32" w:rsidRPr="00E61A32">
        <w:rPr>
          <w:vertAlign w:val="superscript"/>
        </w:rPr>
        <w:t>®</w:t>
      </w:r>
      <w:r w:rsidR="00FD3B18" w:rsidRPr="00925965">
        <w:t xml:space="preserve"> vor</w:t>
      </w:r>
    </w:p>
    <w:p w14:paraId="01F56091" w14:textId="3D864982" w:rsidR="003B4AB4" w:rsidRPr="00925965" w:rsidRDefault="003B4AB4" w:rsidP="003B4AB4"/>
    <w:p w14:paraId="63BEC7DC" w14:textId="3A7DBC1F" w:rsidR="003B4AB4" w:rsidRDefault="00925965" w:rsidP="004F43B2">
      <w:pPr>
        <w:pStyle w:val="Untertitel"/>
        <w:ind w:right="1701"/>
      </w:pPr>
      <w:r w:rsidRPr="00925965">
        <w:t>Bew</w:t>
      </w:r>
      <w:r>
        <w:t xml:space="preserve">ährte Exzenterschnecken-Technologie </w:t>
      </w:r>
      <w:r w:rsidR="006513F2">
        <w:t xml:space="preserve">mit </w:t>
      </w:r>
      <w:r w:rsidR="00C81CF1">
        <w:t xml:space="preserve">patentierten </w:t>
      </w:r>
      <w:r w:rsidR="006513F2">
        <w:t>Single-Use Kartuschen</w:t>
      </w:r>
      <w:r w:rsidR="00DB1CFB">
        <w:t xml:space="preserve"> in </w:t>
      </w:r>
      <w:r w:rsidR="0047185C">
        <w:t>Bioprinting</w:t>
      </w:r>
      <w:r w:rsidR="0037183D">
        <w:t xml:space="preserve"> </w:t>
      </w:r>
      <w:r w:rsidR="00DB1CFB">
        <w:t>Druckköpfen</w:t>
      </w:r>
      <w:r w:rsidR="006513F2">
        <w:t xml:space="preserve"> kombiniert</w:t>
      </w:r>
    </w:p>
    <w:p w14:paraId="3A3FA491" w14:textId="369931CF" w:rsidR="006513F2" w:rsidRDefault="006513F2" w:rsidP="006513F2"/>
    <w:p w14:paraId="7A0F7886" w14:textId="04805837" w:rsidR="00850596" w:rsidRDefault="00593A6A" w:rsidP="004F43B2">
      <w:pPr>
        <w:spacing w:line="360" w:lineRule="auto"/>
        <w:ind w:right="1701"/>
      </w:pPr>
      <w:r>
        <w:t>ViscoTec erweitert sein Portfolio und ruft nach preeflow eine weitere Marke</w:t>
      </w:r>
      <w:r w:rsidR="00E97D4B">
        <w:t xml:space="preserve"> namens „Puredyne“</w:t>
      </w:r>
      <w:r>
        <w:t xml:space="preserve"> ins Leben</w:t>
      </w:r>
      <w:r w:rsidR="00E97D4B">
        <w:t xml:space="preserve">. </w:t>
      </w:r>
      <w:r w:rsidR="00E72CEA" w:rsidRPr="00802A6A">
        <w:t>Zum Launch der neuen Bioprinting Marke setzen die Innovatoren ein deutliches Zeichen: Präzise</w:t>
      </w:r>
      <w:r w:rsidR="00F06B9B" w:rsidRPr="00802A6A">
        <w:t xml:space="preserve"> und wiederholgenau</w:t>
      </w:r>
      <w:r w:rsidR="002C524B">
        <w:t xml:space="preserve"> kombiniert mit kompaktem Design</w:t>
      </w:r>
      <w:r w:rsidR="00F06B9B" w:rsidRPr="00802A6A">
        <w:t xml:space="preserve"> funktioniert auch im Bioprinting</w:t>
      </w:r>
      <w:r w:rsidR="0012789C">
        <w:t>!</w:t>
      </w:r>
      <w:r w:rsidR="002A504C">
        <w:t xml:space="preserve"> </w:t>
      </w:r>
    </w:p>
    <w:p w14:paraId="25EE6E32" w14:textId="77777777" w:rsidR="00850596" w:rsidRDefault="00850596" w:rsidP="004F43B2">
      <w:pPr>
        <w:spacing w:line="360" w:lineRule="auto"/>
        <w:ind w:right="1701"/>
      </w:pPr>
    </w:p>
    <w:p w14:paraId="1631EFE3" w14:textId="7833E70F" w:rsidR="00E72CEA" w:rsidRDefault="002A504C" w:rsidP="0032417E">
      <w:pPr>
        <w:spacing w:line="360" w:lineRule="auto"/>
        <w:ind w:right="1701"/>
      </w:pPr>
      <w:r w:rsidRPr="00802A6A">
        <w:t xml:space="preserve">Extrusionsbasiertes Bioprinting ist ein gängiger </w:t>
      </w:r>
      <w:r w:rsidR="002664B1">
        <w:t>aber nicht immer problemloser Prozess</w:t>
      </w:r>
      <w:r w:rsidRPr="00802A6A">
        <w:t xml:space="preserve">. </w:t>
      </w:r>
      <w:r w:rsidR="002664B1">
        <w:t>D</w:t>
      </w:r>
      <w:r w:rsidRPr="00802A6A">
        <w:t xml:space="preserve">ie Bioprinting Druckköpfe der neuen Marke Puredyne </w:t>
      </w:r>
      <w:proofErr w:type="spellStart"/>
      <w:r w:rsidRPr="00802A6A">
        <w:t>by</w:t>
      </w:r>
      <w:proofErr w:type="spellEnd"/>
      <w:r w:rsidRPr="00802A6A">
        <w:t xml:space="preserve"> ViscoTec versprechen eine</w:t>
      </w:r>
      <w:r w:rsidR="005E163C">
        <w:t>n</w:t>
      </w:r>
      <w:r w:rsidRPr="00802A6A">
        <w:t xml:space="preserve"> präzisere</w:t>
      </w:r>
      <w:r w:rsidR="005E163C">
        <w:t>n</w:t>
      </w:r>
      <w:r w:rsidRPr="00802A6A">
        <w:t xml:space="preserve"> </w:t>
      </w:r>
      <w:r w:rsidR="005E163C">
        <w:t>Druckprozess</w:t>
      </w:r>
      <w:r w:rsidRPr="00802A6A">
        <w:t xml:space="preserve"> als bisher möglich</w:t>
      </w:r>
      <w:r w:rsidR="005E163C">
        <w:t xml:space="preserve"> – prozesssicher, </w:t>
      </w:r>
      <w:r w:rsidR="00CA70D1">
        <w:t>wiederholgenau</w:t>
      </w:r>
      <w:r w:rsidR="00E25702">
        <w:t xml:space="preserve"> und so einfach, dass sich </w:t>
      </w:r>
      <w:proofErr w:type="spellStart"/>
      <w:proofErr w:type="gramStart"/>
      <w:r w:rsidR="00E25702">
        <w:t>Anwender:innen</w:t>
      </w:r>
      <w:proofErr w:type="spellEnd"/>
      <w:proofErr w:type="gramEnd"/>
      <w:r w:rsidR="00E25702">
        <w:t xml:space="preserve"> </w:t>
      </w:r>
      <w:r w:rsidR="003B1DCA">
        <w:t>ganz auf ihre Forschung konzentrieren können.</w:t>
      </w:r>
    </w:p>
    <w:p w14:paraId="6C3FC4F2" w14:textId="65735F50" w:rsidR="006D3C02" w:rsidRDefault="006D3C02" w:rsidP="0032417E">
      <w:pPr>
        <w:spacing w:line="360" w:lineRule="auto"/>
        <w:ind w:right="1701"/>
      </w:pPr>
    </w:p>
    <w:p w14:paraId="727357E0" w14:textId="40B7E19D" w:rsidR="009A41BB" w:rsidRPr="003E2F35" w:rsidRDefault="006D3C02" w:rsidP="0032417E">
      <w:pPr>
        <w:pStyle w:val="Kommentartext"/>
        <w:spacing w:line="360" w:lineRule="auto"/>
        <w:ind w:right="1701"/>
        <w:rPr>
          <w:sz w:val="22"/>
          <w:szCs w:val="22"/>
        </w:rPr>
      </w:pPr>
      <w:r w:rsidRPr="003E2F35">
        <w:rPr>
          <w:sz w:val="22"/>
          <w:szCs w:val="22"/>
        </w:rPr>
        <w:t>Laut</w:t>
      </w:r>
      <w:r w:rsidR="005178E6">
        <w:rPr>
          <w:sz w:val="22"/>
          <w:szCs w:val="22"/>
        </w:rPr>
        <w:t xml:space="preserve"> dem</w:t>
      </w:r>
      <w:r w:rsidRPr="003E2F35">
        <w:rPr>
          <w:sz w:val="22"/>
          <w:szCs w:val="22"/>
        </w:rPr>
        <w:t xml:space="preserve"> </w:t>
      </w:r>
      <w:r w:rsidR="005178E6">
        <w:rPr>
          <w:sz w:val="22"/>
          <w:szCs w:val="22"/>
        </w:rPr>
        <w:t xml:space="preserve">Business Development Team rund um die neue Marke </w:t>
      </w:r>
      <w:r w:rsidRPr="003E2F35">
        <w:rPr>
          <w:sz w:val="22"/>
          <w:szCs w:val="22"/>
        </w:rPr>
        <w:t xml:space="preserve">schließt </w:t>
      </w:r>
      <w:hyperlink r:id="rId11" w:history="1">
        <w:r w:rsidRPr="00262B3A">
          <w:rPr>
            <w:rStyle w:val="Hyperlink"/>
            <w:sz w:val="22"/>
            <w:szCs w:val="22"/>
          </w:rPr>
          <w:t>Puredyne</w:t>
        </w:r>
      </w:hyperlink>
      <w:r w:rsidRPr="003E2F35">
        <w:rPr>
          <w:sz w:val="22"/>
          <w:szCs w:val="22"/>
        </w:rPr>
        <w:t xml:space="preserve"> genau die Lücke, die die Arbeit im extrusionsbasierten Bioprinting </w:t>
      </w:r>
      <w:r w:rsidR="00E74D16">
        <w:rPr>
          <w:sz w:val="22"/>
          <w:szCs w:val="22"/>
        </w:rPr>
        <w:t>bis dato</w:t>
      </w:r>
      <w:r w:rsidRPr="003E2F35">
        <w:rPr>
          <w:sz w:val="22"/>
          <w:szCs w:val="22"/>
        </w:rPr>
        <w:t xml:space="preserve"> erschwert hat:</w:t>
      </w:r>
      <w:r w:rsidR="009A41BB" w:rsidRPr="003E2F35">
        <w:rPr>
          <w:sz w:val="22"/>
          <w:szCs w:val="22"/>
        </w:rPr>
        <w:t xml:space="preserve"> </w:t>
      </w:r>
      <w:r w:rsidR="00860508">
        <w:rPr>
          <w:sz w:val="22"/>
          <w:szCs w:val="22"/>
        </w:rPr>
        <w:t>„</w:t>
      </w:r>
      <w:r w:rsidR="009A41BB" w:rsidRPr="003E2F35">
        <w:rPr>
          <w:sz w:val="22"/>
          <w:szCs w:val="22"/>
        </w:rPr>
        <w:t xml:space="preserve">Bisher gab es zwei Möglichkeiten für extrusionsbasiertes Bioprinting: Entweder Spritzenextrusion durch </w:t>
      </w:r>
      <w:proofErr w:type="spellStart"/>
      <w:r w:rsidR="009A41BB" w:rsidRPr="003E2F35">
        <w:rPr>
          <w:sz w:val="22"/>
          <w:szCs w:val="22"/>
        </w:rPr>
        <w:t>Extrusionsspindel</w:t>
      </w:r>
      <w:proofErr w:type="spellEnd"/>
      <w:r w:rsidR="009A41BB" w:rsidRPr="003E2F35">
        <w:rPr>
          <w:sz w:val="22"/>
          <w:szCs w:val="22"/>
        </w:rPr>
        <w:t xml:space="preserve">, die </w:t>
      </w:r>
      <w:r w:rsidR="00FF0B50">
        <w:rPr>
          <w:sz w:val="22"/>
          <w:szCs w:val="22"/>
        </w:rPr>
        <w:t xml:space="preserve">zwar </w:t>
      </w:r>
      <w:r w:rsidR="009A41BB" w:rsidRPr="003E2F35">
        <w:rPr>
          <w:sz w:val="22"/>
          <w:szCs w:val="22"/>
        </w:rPr>
        <w:t>sehr genau, aber mit viel Bauraum verbunden ist. Oder pneumatische Extrusion, die keinerlei Möglichkeiten für Rückzug oder saubere Regelung bietet. Diese Lücke schließt der Bioprinting Druckkopf von Puredyne nahtlos</w:t>
      </w:r>
      <w:r w:rsidR="002F038B">
        <w:rPr>
          <w:sz w:val="22"/>
          <w:szCs w:val="22"/>
        </w:rPr>
        <w:t xml:space="preserve"> – mit hoch</w:t>
      </w:r>
      <w:r w:rsidR="00700DE5">
        <w:rPr>
          <w:sz w:val="22"/>
          <w:szCs w:val="22"/>
        </w:rPr>
        <w:t xml:space="preserve">präzisen </w:t>
      </w:r>
      <w:r w:rsidR="00493933">
        <w:rPr>
          <w:sz w:val="22"/>
          <w:szCs w:val="22"/>
        </w:rPr>
        <w:t>Druckergebnissen und kompaktem Design.</w:t>
      </w:r>
      <w:r w:rsidR="00860508">
        <w:rPr>
          <w:sz w:val="22"/>
          <w:szCs w:val="22"/>
        </w:rPr>
        <w:t>“</w:t>
      </w:r>
      <w:r w:rsidR="003437D3">
        <w:rPr>
          <w:sz w:val="22"/>
          <w:szCs w:val="22"/>
        </w:rPr>
        <w:t xml:space="preserve"> </w:t>
      </w:r>
    </w:p>
    <w:p w14:paraId="650E7FDE" w14:textId="7632D8F8" w:rsidR="0012789C" w:rsidRDefault="0012789C" w:rsidP="004F43B2">
      <w:pPr>
        <w:spacing w:line="360" w:lineRule="auto"/>
        <w:ind w:right="1701"/>
      </w:pPr>
    </w:p>
    <w:p w14:paraId="17BA9D34" w14:textId="6D015713" w:rsidR="00176D36" w:rsidRDefault="00500B73" w:rsidP="00176D36">
      <w:pPr>
        <w:pStyle w:val="Untertitel"/>
      </w:pPr>
      <w:r>
        <w:t xml:space="preserve">Bioprinting </w:t>
      </w:r>
      <w:r w:rsidR="00176D36">
        <w:t>Druckkopf mit Single-Use Cap</w:t>
      </w:r>
    </w:p>
    <w:p w14:paraId="0932D5DB" w14:textId="77777777" w:rsidR="00176D36" w:rsidRDefault="00176D36" w:rsidP="004F43B2">
      <w:pPr>
        <w:spacing w:line="360" w:lineRule="auto"/>
        <w:ind w:right="1701"/>
      </w:pPr>
    </w:p>
    <w:p w14:paraId="0ACF8EBB" w14:textId="3E0B3C9B" w:rsidR="006D3C02" w:rsidRDefault="0012789C" w:rsidP="004F43B2">
      <w:pPr>
        <w:spacing w:line="360" w:lineRule="auto"/>
        <w:ind w:right="1701"/>
      </w:pPr>
      <w:r w:rsidRPr="0012789C">
        <w:t>Der kompakte Druckkopf</w:t>
      </w:r>
      <w:r w:rsidR="00801952">
        <w:t xml:space="preserve"> mit integrierter Druckluftversorgung</w:t>
      </w:r>
      <w:r w:rsidRPr="0012789C">
        <w:t xml:space="preserve"> </w:t>
      </w:r>
      <w:r w:rsidR="00E22722">
        <w:t>wird</w:t>
      </w:r>
      <w:r w:rsidRPr="0012789C">
        <w:t xml:space="preserve"> als Multi-Use Komponente an </w:t>
      </w:r>
      <w:r w:rsidR="00E22722">
        <w:t>einen</w:t>
      </w:r>
      <w:r w:rsidRPr="0012789C">
        <w:t xml:space="preserve"> 3D Drucker bzw. Bioprinter montiert. Ein Schrittmotor sorgt für die einfache Ansteuerung</w:t>
      </w:r>
      <w:r w:rsidR="00BC2837">
        <w:t>, e</w:t>
      </w:r>
      <w:r w:rsidRPr="0012789C">
        <w:t>ine zusätzliche Steuerung ist nicht notwendig.</w:t>
      </w:r>
      <w:r w:rsidR="00DB619C">
        <w:t xml:space="preserve"> </w:t>
      </w:r>
      <w:r w:rsidR="00512545">
        <w:t>Ergänzt wird der Druckkopf durch patentierte Single-Use Caps. Darin ist die</w:t>
      </w:r>
      <w:r w:rsidR="00512545" w:rsidRPr="009117DB">
        <w:t xml:space="preserve"> Exzenterschnecken-Technologie der Schlüssel zu maximaler Präzision. Die Cap umfasst ein Volumenreservoir von 5 ml und wird nach dem Dosiervorgang </w:t>
      </w:r>
      <w:r w:rsidR="00512545" w:rsidRPr="009117DB">
        <w:lastRenderedPageBreak/>
        <w:t>ausgetauscht.</w:t>
      </w:r>
      <w:r w:rsidR="000D6C6C">
        <w:t xml:space="preserve"> Der Austausch </w:t>
      </w:r>
      <w:r w:rsidR="00BF49BD">
        <w:t xml:space="preserve">garantiert </w:t>
      </w:r>
      <w:r w:rsidR="000D6C6C">
        <w:t xml:space="preserve">absolute Sicherheit: </w:t>
      </w:r>
      <w:r w:rsidR="00DB6507">
        <w:t xml:space="preserve">Es gibt keine Kreuzkontamination, da pro </w:t>
      </w:r>
      <w:r w:rsidR="00782818">
        <w:t xml:space="preserve">Kartusche nur ein </w:t>
      </w:r>
      <w:r w:rsidR="00DB6507">
        <w:t>Material verwendet wird.</w:t>
      </w:r>
      <w:r w:rsidR="00512545" w:rsidRPr="009117DB">
        <w:t xml:space="preserve"> Die Luer-Lock Anbindung am unteren Ende</w:t>
      </w:r>
      <w:r w:rsidR="00DB6507">
        <w:t xml:space="preserve"> der Cap</w:t>
      </w:r>
      <w:r w:rsidR="00512545" w:rsidRPr="009117DB">
        <w:t xml:space="preserve"> ermöglicht eine große Auswahl an unterschiedlichen Dosiernadeln.</w:t>
      </w:r>
    </w:p>
    <w:p w14:paraId="1CB819C6" w14:textId="77777777" w:rsidR="00DD3F95" w:rsidRPr="00802A6A" w:rsidRDefault="00DD3F95" w:rsidP="004F43B2">
      <w:pPr>
        <w:spacing w:line="360" w:lineRule="auto"/>
        <w:ind w:right="1701"/>
        <w:rPr>
          <w:color w:val="333333"/>
        </w:rPr>
      </w:pPr>
    </w:p>
    <w:p w14:paraId="2AEE3080" w14:textId="64BC9389" w:rsidR="00117D62" w:rsidRDefault="00117D62" w:rsidP="00117D62">
      <w:pPr>
        <w:pStyle w:val="Untertitel"/>
      </w:pPr>
      <w:r>
        <w:t>Exzenterschnecken-Technologie im Bioprinting</w:t>
      </w:r>
    </w:p>
    <w:p w14:paraId="3174C84F" w14:textId="77777777" w:rsidR="009A2504" w:rsidRPr="009A2504" w:rsidRDefault="009A2504" w:rsidP="009A2504"/>
    <w:p w14:paraId="4EA04974" w14:textId="64F7585D" w:rsidR="00CE729D" w:rsidRPr="00802A6A" w:rsidRDefault="007E6BC7" w:rsidP="009A30FA">
      <w:pPr>
        <w:spacing w:line="360" w:lineRule="auto"/>
        <w:ind w:right="1701"/>
        <w:rPr>
          <w:color w:val="333333"/>
        </w:rPr>
      </w:pPr>
      <w:r w:rsidRPr="00802A6A">
        <w:rPr>
          <w:color w:val="333333"/>
        </w:rPr>
        <w:t xml:space="preserve">Die Exzenterschnecken-Technologie ist prädestiniert für die volumetrische Dosierung von niedrig- bis hochviskosen Biomaterialien. Präzision, Wiederholbarkeit, Prozesssicherheit und intuitive Handhabung sind die Kernkompetenzen </w:t>
      </w:r>
      <w:r w:rsidR="00117D62">
        <w:rPr>
          <w:color w:val="333333"/>
        </w:rPr>
        <w:t>der ViscoTec</w:t>
      </w:r>
      <w:r w:rsidRPr="00802A6A">
        <w:rPr>
          <w:color w:val="333333"/>
        </w:rPr>
        <w:t xml:space="preserve"> Technik. Materialien verschiedenster Viskositäten werden zuverlässig und präzise </w:t>
      </w:r>
      <w:r w:rsidR="00384295">
        <w:rPr>
          <w:color w:val="333333"/>
        </w:rPr>
        <w:t xml:space="preserve">aufgetragen – für ein </w:t>
      </w:r>
      <w:r w:rsidRPr="00802A6A">
        <w:rPr>
          <w:color w:val="333333"/>
        </w:rPr>
        <w:t>perfektes Druckergebnis.</w:t>
      </w:r>
      <w:r w:rsidR="00384295">
        <w:rPr>
          <w:color w:val="333333"/>
        </w:rPr>
        <w:t xml:space="preserve"> </w:t>
      </w:r>
      <w:r w:rsidRPr="00802A6A">
        <w:rPr>
          <w:color w:val="333333"/>
        </w:rPr>
        <w:t xml:space="preserve">Umwelteinflüsse </w:t>
      </w:r>
      <w:r w:rsidR="00384295">
        <w:rPr>
          <w:color w:val="333333"/>
        </w:rPr>
        <w:t>können</w:t>
      </w:r>
      <w:r w:rsidRPr="00802A6A">
        <w:rPr>
          <w:color w:val="333333"/>
        </w:rPr>
        <w:t xml:space="preserve"> dank </w:t>
      </w:r>
      <w:r w:rsidR="00384295">
        <w:rPr>
          <w:color w:val="333333"/>
        </w:rPr>
        <w:t xml:space="preserve">der </w:t>
      </w:r>
      <w:r w:rsidR="00791079">
        <w:rPr>
          <w:color w:val="333333"/>
        </w:rPr>
        <w:t>zuverlässigen</w:t>
      </w:r>
      <w:r w:rsidRPr="00802A6A">
        <w:rPr>
          <w:color w:val="333333"/>
        </w:rPr>
        <w:t xml:space="preserve"> Technologie im Druckprozess</w:t>
      </w:r>
      <w:r w:rsidR="00D45B26">
        <w:rPr>
          <w:color w:val="333333"/>
        </w:rPr>
        <w:t xml:space="preserve"> nahezu</w:t>
      </w:r>
      <w:r w:rsidR="00791079">
        <w:rPr>
          <w:color w:val="333333"/>
        </w:rPr>
        <w:t xml:space="preserve"> vernachlässigt werden</w:t>
      </w:r>
      <w:r w:rsidRPr="00802A6A">
        <w:rPr>
          <w:color w:val="333333"/>
        </w:rPr>
        <w:t xml:space="preserve">. Aufgrund der Dosiergeometrie wird pro Umdrehung immer ein konstantes Volumen gefördert und präzise aufgetragen. </w:t>
      </w:r>
      <w:r w:rsidR="00BF49BD">
        <w:rPr>
          <w:color w:val="333333"/>
        </w:rPr>
        <w:t>Die Möglichkeit der Umkehrung der Förderrichtung</w:t>
      </w:r>
      <w:r w:rsidRPr="00802A6A">
        <w:rPr>
          <w:color w:val="333333"/>
        </w:rPr>
        <w:t xml:space="preserve"> sorgt für saubere Start- und Endpunkte.</w:t>
      </w:r>
    </w:p>
    <w:p w14:paraId="6246C19A" w14:textId="4F7E192C" w:rsidR="00802A6A" w:rsidRPr="00802A6A" w:rsidRDefault="00802A6A" w:rsidP="004F43B2">
      <w:pPr>
        <w:spacing w:line="360" w:lineRule="auto"/>
        <w:ind w:right="1701"/>
        <w:rPr>
          <w:color w:val="333333"/>
        </w:rPr>
      </w:pPr>
    </w:p>
    <w:p w14:paraId="339879DD" w14:textId="28347B58" w:rsidR="00802A6A" w:rsidRDefault="009A30FA" w:rsidP="004F43B2">
      <w:pPr>
        <w:spacing w:line="360" w:lineRule="auto"/>
        <w:ind w:right="1701"/>
        <w:rPr>
          <w:color w:val="333333"/>
        </w:rPr>
      </w:pPr>
      <w:r>
        <w:rPr>
          <w:color w:val="333333"/>
        </w:rPr>
        <w:t>S</w:t>
      </w:r>
      <w:r w:rsidR="00802A6A" w:rsidRPr="00802A6A">
        <w:rPr>
          <w:color w:val="333333"/>
        </w:rPr>
        <w:t>eit über 25 Jahren beschäftig</w:t>
      </w:r>
      <w:r>
        <w:rPr>
          <w:color w:val="333333"/>
        </w:rPr>
        <w:t xml:space="preserve">en sich die </w:t>
      </w:r>
      <w:proofErr w:type="spellStart"/>
      <w:proofErr w:type="gramStart"/>
      <w:r>
        <w:rPr>
          <w:color w:val="333333"/>
        </w:rPr>
        <w:t>Dosierexperten</w:t>
      </w:r>
      <w:r w:rsidR="00951DB5">
        <w:rPr>
          <w:color w:val="333333"/>
        </w:rPr>
        <w:t>:innen</w:t>
      </w:r>
      <w:proofErr w:type="spellEnd"/>
      <w:proofErr w:type="gramEnd"/>
      <w:r>
        <w:rPr>
          <w:color w:val="333333"/>
        </w:rPr>
        <w:t xml:space="preserve"> von ViscoTec </w:t>
      </w:r>
      <w:r w:rsidR="00AD6103">
        <w:rPr>
          <w:color w:val="333333"/>
        </w:rPr>
        <w:t xml:space="preserve">beinahe </w:t>
      </w:r>
      <w:r w:rsidR="00802A6A" w:rsidRPr="00802A6A">
        <w:rPr>
          <w:color w:val="333333"/>
        </w:rPr>
        <w:t xml:space="preserve">ausschließlich mit der präzisen und schonenden Dosierung von Flüssigkeiten und Pasten. </w:t>
      </w:r>
      <w:r w:rsidR="00AD6103">
        <w:rPr>
          <w:color w:val="333333"/>
        </w:rPr>
        <w:t xml:space="preserve">Genau diese Erfahrung können sich </w:t>
      </w:r>
      <w:proofErr w:type="spellStart"/>
      <w:proofErr w:type="gramStart"/>
      <w:r w:rsidR="00AD6103">
        <w:rPr>
          <w:color w:val="333333"/>
        </w:rPr>
        <w:t>Anwender:innen</w:t>
      </w:r>
      <w:proofErr w:type="spellEnd"/>
      <w:proofErr w:type="gramEnd"/>
      <w:r w:rsidR="00AD6103">
        <w:rPr>
          <w:color w:val="333333"/>
        </w:rPr>
        <w:t xml:space="preserve"> im Bereich Bioprinting jetzt zu Nutze machen. </w:t>
      </w:r>
      <w:r w:rsidR="00007D5B">
        <w:rPr>
          <w:color w:val="333333"/>
        </w:rPr>
        <w:t>Puredyne ermöglicht</w:t>
      </w:r>
      <w:r w:rsidR="00802A6A" w:rsidRPr="00802A6A">
        <w:rPr>
          <w:color w:val="333333"/>
        </w:rPr>
        <w:t xml:space="preserve"> die Verarbeitung einer beinahe unbegrenzten Bandbreite an flüssigen </w:t>
      </w:r>
      <w:proofErr w:type="gramStart"/>
      <w:r w:rsidR="00802A6A" w:rsidRPr="00802A6A">
        <w:rPr>
          <w:color w:val="333333"/>
        </w:rPr>
        <w:t>bis pastösen Materialien</w:t>
      </w:r>
      <w:proofErr w:type="gramEnd"/>
      <w:r w:rsidR="008E43A5">
        <w:rPr>
          <w:color w:val="333333"/>
        </w:rPr>
        <w:t>.</w:t>
      </w:r>
    </w:p>
    <w:p w14:paraId="1458CBC7" w14:textId="2D8E5FAB" w:rsidR="00F713EC" w:rsidRDefault="00F713EC" w:rsidP="004F43B2">
      <w:pPr>
        <w:spacing w:line="360" w:lineRule="auto"/>
        <w:ind w:right="1701"/>
        <w:rPr>
          <w:color w:val="333333"/>
        </w:rPr>
      </w:pPr>
    </w:p>
    <w:p w14:paraId="70E84A66" w14:textId="784159B5" w:rsidR="001305C3" w:rsidRPr="001305C3" w:rsidRDefault="00F713EC" w:rsidP="001305C3">
      <w:pPr>
        <w:spacing w:line="360" w:lineRule="auto"/>
        <w:ind w:right="1701"/>
        <w:rPr>
          <w:rFonts w:ascii="Segoe UI" w:eastAsia="Times New Roman" w:hAnsi="Segoe UI" w:cs="Segoe UI"/>
          <w:sz w:val="21"/>
          <w:szCs w:val="21"/>
          <w:lang w:eastAsia="de-DE"/>
        </w:rPr>
      </w:pPr>
      <w:r w:rsidRPr="001305C3">
        <w:rPr>
          <w:color w:val="333333"/>
        </w:rPr>
        <w:t>D</w:t>
      </w:r>
      <w:r w:rsidRPr="00802A6A">
        <w:rPr>
          <w:color w:val="333333"/>
        </w:rPr>
        <w:t>as ist Puredyne: Kompaktes Design mit patentierter Single-Use Cap und bewährter Exzenterschnecken-Technologie</w:t>
      </w:r>
      <w:r>
        <w:rPr>
          <w:color w:val="333333"/>
        </w:rPr>
        <w:t xml:space="preserve"> – für eine überragende Prozesskontrolle im Bioprinting</w:t>
      </w:r>
      <w:r w:rsidRPr="00802A6A">
        <w:rPr>
          <w:color w:val="333333"/>
        </w:rPr>
        <w:t>.</w:t>
      </w:r>
      <w:r w:rsidR="001305C3">
        <w:rPr>
          <w:color w:val="333333"/>
        </w:rPr>
        <w:t xml:space="preserve"> Zum Vide</w:t>
      </w:r>
      <w:r w:rsidR="001305C3" w:rsidRPr="001305C3">
        <w:rPr>
          <w:color w:val="333333"/>
        </w:rPr>
        <w:t>o</w:t>
      </w:r>
      <w:r w:rsidR="00CD188A">
        <w:rPr>
          <w:color w:val="333333"/>
        </w:rPr>
        <w:t xml:space="preserve"> über die neue Marke</w:t>
      </w:r>
      <w:r w:rsidR="001305C3" w:rsidRPr="001305C3">
        <w:rPr>
          <w:color w:val="333333"/>
        </w:rPr>
        <w:t xml:space="preserve">: </w:t>
      </w:r>
      <w:hyperlink r:id="rId12" w:tgtFrame="_blank" w:tooltip="https://youtu.be/0jcmrmvghoo" w:history="1">
        <w:r w:rsidR="001305C3" w:rsidRPr="001305C3">
          <w:rPr>
            <w:rFonts w:eastAsia="Times New Roman"/>
            <w:color w:val="0000FF"/>
            <w:u w:val="single"/>
            <w:lang w:eastAsia="de-DE"/>
          </w:rPr>
          <w:t>https://youtu.be/0JCmRMVghoo</w:t>
        </w:r>
      </w:hyperlink>
    </w:p>
    <w:p w14:paraId="70077B4C" w14:textId="1A7B1D19" w:rsidR="00F713EC" w:rsidRDefault="00F713EC" w:rsidP="00F713EC">
      <w:pPr>
        <w:spacing w:line="360" w:lineRule="auto"/>
        <w:ind w:right="1701"/>
        <w:rPr>
          <w:color w:val="333333"/>
        </w:rPr>
      </w:pPr>
    </w:p>
    <w:p w14:paraId="49F8FCCF" w14:textId="77777777" w:rsidR="00F713EC" w:rsidRPr="00802A6A" w:rsidRDefault="00F713EC" w:rsidP="004F43B2">
      <w:pPr>
        <w:spacing w:line="360" w:lineRule="auto"/>
        <w:ind w:right="1701"/>
        <w:rPr>
          <w:color w:val="333333"/>
        </w:rPr>
      </w:pPr>
    </w:p>
    <w:p w14:paraId="36752FBA" w14:textId="48B4CC8F" w:rsidR="003B4AB4" w:rsidRPr="00802A6A" w:rsidRDefault="003B4AB4" w:rsidP="004F43B2">
      <w:pPr>
        <w:spacing w:line="360" w:lineRule="auto"/>
        <w:ind w:right="1701"/>
      </w:pPr>
    </w:p>
    <w:p w14:paraId="314A3708" w14:textId="76EA5AA3" w:rsidR="00F12F6C" w:rsidRPr="00031C83" w:rsidRDefault="007F2750" w:rsidP="00F12F6C">
      <w:pPr>
        <w:pStyle w:val="Fliesstext"/>
      </w:pPr>
      <w:r>
        <w:rPr>
          <w:lang w:val="fr-FR"/>
        </w:rPr>
        <w:t>3.</w:t>
      </w:r>
      <w:r w:rsidR="00CD188A">
        <w:rPr>
          <w:lang w:val="fr-FR"/>
        </w:rPr>
        <w:t>4</w:t>
      </w:r>
      <w:r w:rsidR="00C807D5">
        <w:rPr>
          <w:lang w:val="fr-FR"/>
        </w:rPr>
        <w:t>20</w:t>
      </w:r>
      <w:r w:rsidR="00D141B3">
        <w:rPr>
          <w:lang w:val="fr-FR"/>
        </w:rPr>
        <w:t xml:space="preserve"> </w:t>
      </w:r>
      <w:proofErr w:type="spellStart"/>
      <w:r w:rsidR="00F12F6C" w:rsidRPr="006D2D70">
        <w:rPr>
          <w:lang w:val="fr-FR"/>
        </w:rPr>
        <w:t>Zeichen</w:t>
      </w:r>
      <w:proofErr w:type="spellEnd"/>
      <w:r w:rsidR="00F12F6C" w:rsidRPr="006D2D70">
        <w:rPr>
          <w:lang w:val="fr-FR"/>
        </w:rPr>
        <w:t xml:space="preserve"> </w:t>
      </w:r>
      <w:proofErr w:type="spellStart"/>
      <w:r w:rsidR="00F12F6C" w:rsidRPr="006D2D70">
        <w:rPr>
          <w:lang w:val="fr-FR"/>
        </w:rPr>
        <w:t>inkl</w:t>
      </w:r>
      <w:proofErr w:type="spellEnd"/>
      <w:r w:rsidR="00F12F6C" w:rsidRPr="006D2D70">
        <w:rPr>
          <w:lang w:val="fr-FR"/>
        </w:rPr>
        <w:t xml:space="preserve">. </w:t>
      </w:r>
      <w:proofErr w:type="spellStart"/>
      <w:r w:rsidR="00F12F6C" w:rsidRPr="006D2D70">
        <w:rPr>
          <w:lang w:val="fr-FR"/>
        </w:rPr>
        <w:t>Leerzeichen</w:t>
      </w:r>
      <w:proofErr w:type="spellEnd"/>
      <w:r w:rsidR="00F12F6C" w:rsidRPr="006D2D70">
        <w:rPr>
          <w:lang w:val="fr-FR"/>
        </w:rPr>
        <w:t xml:space="preserve">. </w:t>
      </w:r>
      <w:r w:rsidR="00F12F6C" w:rsidRPr="00031C83">
        <w:t>Abdruck honorarfrei. Beleg erbeten.</w:t>
      </w:r>
    </w:p>
    <w:p w14:paraId="072E014E" w14:textId="77777777" w:rsidR="00F12F6C" w:rsidRPr="00031C83" w:rsidRDefault="00F12F6C" w:rsidP="00F12F6C">
      <w:pPr>
        <w:pStyle w:val="Fliesstext"/>
      </w:pPr>
    </w:p>
    <w:p w14:paraId="0AF4C72F" w14:textId="484D07B3" w:rsidR="00F12F6C" w:rsidRDefault="00F12F6C" w:rsidP="00F12F6C">
      <w:pPr>
        <w:spacing w:line="360" w:lineRule="auto"/>
        <w:ind w:right="1273"/>
      </w:pPr>
    </w:p>
    <w:p w14:paraId="4E2D4A4C" w14:textId="77777777" w:rsidR="00F12F6C" w:rsidRPr="00031C83" w:rsidRDefault="00F12F6C" w:rsidP="00F12F6C">
      <w:pPr>
        <w:spacing w:line="360" w:lineRule="auto"/>
        <w:ind w:right="1273"/>
      </w:pPr>
    </w:p>
    <w:p w14:paraId="75F95433" w14:textId="77777777" w:rsidR="00841C9D" w:rsidRDefault="00841C9D" w:rsidP="00F12F6C">
      <w:pPr>
        <w:pStyle w:val="Subheadline"/>
      </w:pPr>
    </w:p>
    <w:p w14:paraId="6B8A123D" w14:textId="79160811" w:rsidR="00F12F6C" w:rsidRPr="00031C83" w:rsidRDefault="00F12F6C" w:rsidP="00F12F6C">
      <w:pPr>
        <w:pStyle w:val="Subheadline"/>
      </w:pPr>
      <w:r w:rsidRPr="00031C83">
        <w:lastRenderedPageBreak/>
        <w:t>Bildmaterial:</w:t>
      </w:r>
    </w:p>
    <w:p w14:paraId="2AEAA8E5" w14:textId="1E2F8D74" w:rsidR="00F12F6C" w:rsidRDefault="00F12F6C" w:rsidP="00F12F6C">
      <w:pPr>
        <w:pStyle w:val="Subheadline"/>
      </w:pPr>
    </w:p>
    <w:p w14:paraId="21526F96" w14:textId="77777777" w:rsidR="00D23AF3" w:rsidRPr="00031C83" w:rsidRDefault="00D23AF3" w:rsidP="00F12F6C">
      <w:pPr>
        <w:pStyle w:val="Subheadline"/>
      </w:pPr>
    </w:p>
    <w:p w14:paraId="075E210D" w14:textId="77777777" w:rsidR="00F12F6C" w:rsidRPr="00031C83" w:rsidRDefault="00F12F6C" w:rsidP="00F12F6C">
      <w:pPr>
        <w:pStyle w:val="StandardWeb"/>
        <w:spacing w:line="360" w:lineRule="auto"/>
        <w:ind w:right="1273"/>
        <w:rPr>
          <w:rFonts w:cs="Arial"/>
        </w:rPr>
      </w:pPr>
      <w:r w:rsidRPr="00031C83">
        <w:rPr>
          <w:rFonts w:cs="Arial"/>
          <w:noProof/>
        </w:rPr>
        <w:drawing>
          <wp:inline distT="0" distB="0" distL="0" distR="0" wp14:anchorId="036C4066" wp14:editId="4E5140CB">
            <wp:extent cx="1445863" cy="1251497"/>
            <wp:effectExtent l="0" t="0" r="254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445863" cy="1251497"/>
                    </a:xfrm>
                    <a:prstGeom prst="rect">
                      <a:avLst/>
                    </a:prstGeom>
                    <a:noFill/>
                    <a:ln>
                      <a:noFill/>
                    </a:ln>
                  </pic:spPr>
                </pic:pic>
              </a:graphicData>
            </a:graphic>
          </wp:inline>
        </w:drawing>
      </w:r>
    </w:p>
    <w:p w14:paraId="4126AA9E" w14:textId="496E4FCE" w:rsidR="00F12F6C" w:rsidRDefault="00F12F6C" w:rsidP="00F12F6C">
      <w:pPr>
        <w:pStyle w:val="Bildunterschrift"/>
      </w:pPr>
      <w:r>
        <w:t>Logo Puredyn</w:t>
      </w:r>
      <w:r w:rsidR="00121D2F">
        <w:t>e</w:t>
      </w:r>
      <w:r w:rsidRPr="00031C83">
        <w:t xml:space="preserve"> </w:t>
      </w:r>
    </w:p>
    <w:p w14:paraId="3AB374F6" w14:textId="77777777" w:rsidR="00D141B3" w:rsidRDefault="00D141B3" w:rsidP="00F12F6C">
      <w:pPr>
        <w:pStyle w:val="Bildunterschrift"/>
      </w:pPr>
    </w:p>
    <w:p w14:paraId="22856FE7" w14:textId="77777777" w:rsidR="00D23AF3" w:rsidRPr="00031C83" w:rsidRDefault="00D23AF3" w:rsidP="00D23AF3">
      <w:pPr>
        <w:pStyle w:val="StandardWeb"/>
        <w:spacing w:line="360" w:lineRule="auto"/>
        <w:ind w:right="1273"/>
        <w:rPr>
          <w:rFonts w:cs="Arial"/>
        </w:rPr>
      </w:pPr>
      <w:r w:rsidRPr="00031C83">
        <w:rPr>
          <w:rFonts w:cs="Arial"/>
          <w:noProof/>
        </w:rPr>
        <w:drawing>
          <wp:inline distT="0" distB="0" distL="0" distR="0" wp14:anchorId="7422B928" wp14:editId="1FA7F06A">
            <wp:extent cx="1580515" cy="2581275"/>
            <wp:effectExtent l="19050" t="19050" r="19685" b="28575"/>
            <wp:docPr id="237" name="Grafik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Grafik 237"/>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584077" cy="2587092"/>
                    </a:xfrm>
                    <a:prstGeom prst="rect">
                      <a:avLst/>
                    </a:prstGeom>
                    <a:noFill/>
                    <a:ln w="9525" cap="flat" cmpd="sng" algn="ctr">
                      <a:solidFill>
                        <a:srgbClr val="00B0F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422BFBD" w14:textId="3E1C12DE" w:rsidR="00D23AF3" w:rsidRPr="00D141B3" w:rsidRDefault="00D141B3" w:rsidP="00D23AF3">
      <w:pPr>
        <w:pStyle w:val="Bildunterschrift"/>
        <w:rPr>
          <w:lang w:val="en-US"/>
        </w:rPr>
      </w:pPr>
      <w:r w:rsidRPr="00D141B3">
        <w:rPr>
          <w:lang w:val="en-US"/>
        </w:rPr>
        <w:t xml:space="preserve">Bioprinting </w:t>
      </w:r>
      <w:proofErr w:type="spellStart"/>
      <w:r w:rsidRPr="00D141B3">
        <w:rPr>
          <w:lang w:val="en-US"/>
        </w:rPr>
        <w:t>Druckkopf</w:t>
      </w:r>
      <w:proofErr w:type="spellEnd"/>
      <w:r w:rsidRPr="00D141B3">
        <w:rPr>
          <w:lang w:val="en-US"/>
        </w:rPr>
        <w:t xml:space="preserve"> </w:t>
      </w:r>
      <w:proofErr w:type="spellStart"/>
      <w:r w:rsidRPr="00D141B3">
        <w:rPr>
          <w:lang w:val="en-US"/>
        </w:rPr>
        <w:t>mit</w:t>
      </w:r>
      <w:proofErr w:type="spellEnd"/>
      <w:r w:rsidRPr="00D141B3">
        <w:rPr>
          <w:lang w:val="en-US"/>
        </w:rPr>
        <w:t xml:space="preserve"> Single-Use Cap: </w:t>
      </w:r>
      <w:r w:rsidR="00D23AF3" w:rsidRPr="00D141B3">
        <w:rPr>
          <w:lang w:val="en-US"/>
        </w:rPr>
        <w:t>Puredyne</w:t>
      </w:r>
      <w:r w:rsidR="00E61A32" w:rsidRPr="00D141B3">
        <w:rPr>
          <w:vertAlign w:val="superscript"/>
          <w:lang w:val="en-US"/>
        </w:rPr>
        <w:t>®</w:t>
      </w:r>
      <w:r w:rsidR="00E61A32" w:rsidRPr="00D141B3">
        <w:rPr>
          <w:lang w:val="en-US"/>
        </w:rPr>
        <w:t xml:space="preserve"> </w:t>
      </w:r>
      <w:r w:rsidR="00760589">
        <w:rPr>
          <w:lang w:val="en-US"/>
        </w:rPr>
        <w:t>k</w:t>
      </w:r>
      <w:r w:rsidR="00E61A32" w:rsidRPr="00D141B3">
        <w:rPr>
          <w:lang w:val="en-US"/>
        </w:rPr>
        <w:t>it b</w:t>
      </w:r>
      <w:r w:rsidR="00D23AF3" w:rsidRPr="00D141B3">
        <w:rPr>
          <w:lang w:val="en-US"/>
        </w:rPr>
        <w:t xml:space="preserve"> </w:t>
      </w:r>
    </w:p>
    <w:p w14:paraId="1BC9A9D7" w14:textId="1A599388" w:rsidR="00D23AF3" w:rsidRPr="00D141B3" w:rsidRDefault="00D23AF3" w:rsidP="00F12F6C">
      <w:pPr>
        <w:pStyle w:val="Bildunterschrift"/>
        <w:rPr>
          <w:lang w:val="en-US"/>
        </w:rPr>
      </w:pPr>
    </w:p>
    <w:p w14:paraId="5F315152" w14:textId="5C755411" w:rsidR="00D23AF3" w:rsidRPr="00031C83" w:rsidRDefault="00775374" w:rsidP="00D23AF3">
      <w:pPr>
        <w:pStyle w:val="StandardWeb"/>
        <w:spacing w:line="360" w:lineRule="auto"/>
        <w:ind w:right="1273"/>
        <w:rPr>
          <w:rFonts w:cs="Arial"/>
        </w:rPr>
      </w:pPr>
      <w:r>
        <w:rPr>
          <w:noProof/>
        </w:rPr>
        <w:drawing>
          <wp:inline distT="0" distB="0" distL="0" distR="0" wp14:anchorId="1C26FF5F" wp14:editId="703B0E6F">
            <wp:extent cx="2313981" cy="1544827"/>
            <wp:effectExtent l="19050" t="19050" r="10160" b="177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a:extLst>
                        <a:ext uri="{28A0092B-C50C-407E-A947-70E740481C1C}">
                          <a14:useLocalDpi xmlns:a14="http://schemas.microsoft.com/office/drawing/2010/main" val="0"/>
                        </a:ext>
                      </a:extLst>
                    </a:blip>
                    <a:stretch>
                      <a:fillRect/>
                    </a:stretch>
                  </pic:blipFill>
                  <pic:spPr>
                    <a:xfrm>
                      <a:off x="0" y="0"/>
                      <a:ext cx="2313981" cy="1544827"/>
                    </a:xfrm>
                    <a:prstGeom prst="rect">
                      <a:avLst/>
                    </a:prstGeom>
                    <a:ln>
                      <a:solidFill>
                        <a:srgbClr val="00B0F0"/>
                      </a:solidFill>
                    </a:ln>
                  </pic:spPr>
                </pic:pic>
              </a:graphicData>
            </a:graphic>
          </wp:inline>
        </w:drawing>
      </w:r>
    </w:p>
    <w:p w14:paraId="0209B01A" w14:textId="3B01C468" w:rsidR="00D23AF3" w:rsidRPr="00D141B3" w:rsidRDefault="005E7376" w:rsidP="00D23AF3">
      <w:pPr>
        <w:pStyle w:val="Bildunterschrift"/>
        <w:rPr>
          <w:lang w:val="en-US"/>
        </w:rPr>
      </w:pPr>
      <w:r>
        <w:rPr>
          <w:lang w:val="en-US"/>
        </w:rPr>
        <w:t xml:space="preserve">Puredyne </w:t>
      </w:r>
      <w:proofErr w:type="spellStart"/>
      <w:r>
        <w:rPr>
          <w:lang w:val="en-US"/>
        </w:rPr>
        <w:t>Beispielanwendung</w:t>
      </w:r>
      <w:proofErr w:type="spellEnd"/>
    </w:p>
    <w:p w14:paraId="7841044F" w14:textId="5077941D" w:rsidR="00D56D5D" w:rsidRPr="001305C3" w:rsidRDefault="00327A1C" w:rsidP="000B1D62">
      <w:r w:rsidRPr="001C0943">
        <w:rPr>
          <w:b/>
          <w:bCs/>
          <w:lang w:val="en-US"/>
        </w:rPr>
        <w:lastRenderedPageBreak/>
        <w:t xml:space="preserve">Simply progressive. Simply usable. </w:t>
      </w:r>
      <w:proofErr w:type="spellStart"/>
      <w:r w:rsidRPr="001305C3">
        <w:rPr>
          <w:b/>
          <w:bCs/>
        </w:rPr>
        <w:t>Simply</w:t>
      </w:r>
      <w:proofErr w:type="spellEnd"/>
      <w:r w:rsidRPr="001305C3">
        <w:rPr>
          <w:b/>
          <w:bCs/>
        </w:rPr>
        <w:t xml:space="preserve"> pure.</w:t>
      </w:r>
      <w:r w:rsidR="00CB426A" w:rsidRPr="001305C3">
        <w:rPr>
          <w:bCs/>
        </w:rPr>
        <w:t xml:space="preserve"> </w:t>
      </w:r>
      <w:r w:rsidR="00CB426A" w:rsidRPr="001305C3">
        <w:rPr>
          <w:bCs/>
        </w:rPr>
        <w:br/>
      </w:r>
    </w:p>
    <w:p w14:paraId="6056C365" w14:textId="24C8D0E3" w:rsidR="00327A1C" w:rsidRDefault="00327A1C" w:rsidP="00AC1676">
      <w:r>
        <w:t>Puredyne</w:t>
      </w:r>
      <w:r w:rsidR="003A23BF" w:rsidRPr="003449AB">
        <w:t xml:space="preserve"> steht für </w:t>
      </w:r>
      <w:r>
        <w:t xml:space="preserve">Druckköpfe, die </w:t>
      </w:r>
      <w:r w:rsidR="001C0943">
        <w:t>die bewährte ViscoTec Dosiertechnologie</w:t>
      </w:r>
      <w:r w:rsidR="000B1D62">
        <w:t xml:space="preserve"> </w:t>
      </w:r>
      <w:r>
        <w:t xml:space="preserve">mit Single-Use Kartuschen kombinieren. </w:t>
      </w:r>
      <w:r w:rsidR="001C0943">
        <w:t xml:space="preserve">Dank Endloskolben-Prinzip ermöglicht </w:t>
      </w:r>
      <w:r>
        <w:t>Puredyne volumetrisches Dosieren</w:t>
      </w:r>
      <w:r w:rsidR="004A45C4">
        <w:t xml:space="preserve"> – unabhängig von Viskositäten und besonders schonend</w:t>
      </w:r>
      <w:r>
        <w:t xml:space="preserve">. </w:t>
      </w:r>
      <w:r w:rsidR="00A91752">
        <w:t xml:space="preserve">Die neue Marke entstand im Jahr 2021. </w:t>
      </w:r>
      <w:r w:rsidR="00CB426A">
        <w:t xml:space="preserve">Das Einsatzgebiet der Druckköpfe umfasst </w:t>
      </w:r>
      <w:r w:rsidR="000B1D62">
        <w:t xml:space="preserve">den Bereich </w:t>
      </w:r>
      <w:r w:rsidR="00CB426A">
        <w:t>Bioprinting</w:t>
      </w:r>
      <w:r w:rsidR="001C0943">
        <w:t xml:space="preserve"> bzw. </w:t>
      </w:r>
      <w:r w:rsidR="00CB426A">
        <w:t>regenerative Medizin</w:t>
      </w:r>
      <w:r w:rsidR="009C54F9">
        <w:t>, e</w:t>
      </w:r>
      <w:r w:rsidR="00B55E60">
        <w:t>ine</w:t>
      </w:r>
      <w:r w:rsidR="001C0943">
        <w:t xml:space="preserve"> </w:t>
      </w:r>
      <w:r w:rsidR="00B55E60">
        <w:t>Aus</w:t>
      </w:r>
      <w:r w:rsidR="001C0943">
        <w:t>weitung auf weitere Branchen ist geplant.</w:t>
      </w:r>
    </w:p>
    <w:p w14:paraId="00B214D0" w14:textId="4AD517F3" w:rsidR="00CB426A" w:rsidRDefault="00CB426A" w:rsidP="00AC1676"/>
    <w:p w14:paraId="3E047233" w14:textId="190A8636" w:rsidR="00CB426A" w:rsidRDefault="00CB426A" w:rsidP="00CB426A">
      <w:r>
        <w:t>Als einfachste, sauberste und schnellste Lösung für präzises Dosieren von viskosen Medien in herausfordernden Bioprinting Dosieranwendungen überzeugen die</w:t>
      </w:r>
      <w:r w:rsidR="003D19D2">
        <w:t xml:space="preserve"> Bioprinting</w:t>
      </w:r>
      <w:r>
        <w:t xml:space="preserve"> Druckköpfe – innovativ und wirtschaftlich. Das Team um die Marke pflegt einen engen Kontakt zum Markt, um zum einen die Anforderungen der Applikation optimal zu bedienen und zum anderen auch frühzeitig neue Markttrends zu erkennen und darauf zu reagieren. Nachhaltiges Handeln ist in den Markenwerten eng verankert.</w:t>
      </w:r>
    </w:p>
    <w:p w14:paraId="12E624F8" w14:textId="77777777" w:rsidR="00CB426A" w:rsidRDefault="00CB426A" w:rsidP="00AC1676"/>
    <w:p w14:paraId="714F4488" w14:textId="6558BEFA" w:rsidR="00D56D5D" w:rsidRPr="00D56D5D" w:rsidRDefault="00327A1C" w:rsidP="00AC1676">
      <w:r>
        <w:t>Puredyne</w:t>
      </w:r>
      <w:r w:rsidR="00EF4B87" w:rsidRPr="003449AB">
        <w:t xml:space="preserve"> ist eine Marke </w:t>
      </w:r>
      <w:r w:rsidR="00EF4B87">
        <w:t>von</w:t>
      </w:r>
      <w:r w:rsidR="00EF4B87" w:rsidRPr="003449AB">
        <w:t xml:space="preserve"> ViscoTec Pumpen- u. Dosiertechnik GmbH. ViscoTec beschäftigt sich vorwiegend mit Anlagen, die zur Förderung, Dosierung, Auftragung, Abfüllung und der Entnahme von mittelviskosen </w:t>
      </w:r>
      <w:proofErr w:type="gramStart"/>
      <w:r w:rsidR="00EF4B87" w:rsidRPr="003449AB">
        <w:t>bis hochviskosen Medien</w:t>
      </w:r>
      <w:proofErr w:type="gramEnd"/>
      <w:r w:rsidR="00EF4B87" w:rsidRPr="003449AB">
        <w:t xml:space="preserve"> benötigt werden. Der Hauptsitz des technologischen Marktführers ist in Töging (Oberbayern, Kreis Altötting). Darüber hinaus verfügt ViscoTec über Niederlassungen in den USA, in China</w:t>
      </w:r>
      <w:r w:rsidR="00EF4B87">
        <w:t>,</w:t>
      </w:r>
      <w:r w:rsidR="00EF4B87" w:rsidRPr="003449AB">
        <w:t xml:space="preserve"> Singapur</w:t>
      </w:r>
      <w:r w:rsidR="00EF4B87">
        <w:t>, Indien und Frankreich</w:t>
      </w:r>
      <w:r w:rsidR="00EF4B87" w:rsidRPr="003449AB">
        <w:t xml:space="preserve"> und beschäftigt weltweit </w:t>
      </w:r>
      <w:r w:rsidR="00EF4B87">
        <w:t>rund 270</w:t>
      </w:r>
      <w:r w:rsidR="00EF4B87" w:rsidRPr="003449AB">
        <w:t xml:space="preserve"> Mitarbeiter</w:t>
      </w:r>
      <w:r w:rsidR="00EF4B87">
        <w:t>/innen</w:t>
      </w:r>
      <w:r w:rsidR="00EF4B87" w:rsidRPr="003449AB">
        <w:t>.</w:t>
      </w:r>
    </w:p>
    <w:p w14:paraId="0904FCBC" w14:textId="77777777" w:rsidR="00BD097C" w:rsidRDefault="00BD097C" w:rsidP="00AC1676"/>
    <w:p w14:paraId="53DC3C87" w14:textId="77777777" w:rsidR="006C6AE2" w:rsidRPr="00B50CE4" w:rsidRDefault="006C6AE2" w:rsidP="00AC1676"/>
    <w:p w14:paraId="430AEE38" w14:textId="77777777" w:rsidR="00BD097C" w:rsidRPr="00B50CE4" w:rsidRDefault="00BD097C" w:rsidP="00AC1676"/>
    <w:p w14:paraId="1561B8C2" w14:textId="77777777" w:rsidR="00BD097C" w:rsidRPr="00B50CE4" w:rsidRDefault="00BD097C" w:rsidP="00AC1676">
      <w:pPr>
        <w:pStyle w:val="Untertitel"/>
        <w:rPr>
          <w:lang w:val="en-US"/>
        </w:rPr>
      </w:pPr>
      <w:proofErr w:type="spellStart"/>
      <w:r w:rsidRPr="00B50CE4">
        <w:rPr>
          <w:lang w:val="en-US"/>
        </w:rPr>
        <w:t>Pressekontakt</w:t>
      </w:r>
      <w:proofErr w:type="spellEnd"/>
      <w:r w:rsidRPr="00B50CE4">
        <w:rPr>
          <w:lang w:val="en-US"/>
        </w:rPr>
        <w:t>:</w:t>
      </w:r>
    </w:p>
    <w:p w14:paraId="60F998DB" w14:textId="77777777" w:rsidR="00BD097C" w:rsidRPr="00B50CE4" w:rsidRDefault="00BD097C" w:rsidP="00AC1676">
      <w:pPr>
        <w:rPr>
          <w:lang w:val="en-US"/>
        </w:rPr>
      </w:pPr>
    </w:p>
    <w:p w14:paraId="49AC6582"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15C694E4" w14:textId="77777777" w:rsidR="00BD097C" w:rsidRDefault="00BD097C" w:rsidP="00AC1676">
      <w:r w:rsidRPr="00BD097C">
        <w:t>ViscoTec Pumpen- u. Dosiertechnik GmbH</w:t>
      </w:r>
    </w:p>
    <w:p w14:paraId="7E4AA393" w14:textId="77777777" w:rsidR="00BD097C" w:rsidRPr="00BD097C" w:rsidRDefault="00BD097C" w:rsidP="00AC1676">
      <w:proofErr w:type="spellStart"/>
      <w:r w:rsidRPr="00AC1676">
        <w:t>Amperstraße</w:t>
      </w:r>
      <w:proofErr w:type="spellEnd"/>
      <w:r w:rsidRPr="00BD097C">
        <w:t xml:space="preserve"> 13</w:t>
      </w:r>
      <w:r>
        <w:t xml:space="preserve">, </w:t>
      </w:r>
      <w:r w:rsidRPr="00BD097C">
        <w:t>D-84513 Töging a. Inn</w:t>
      </w:r>
    </w:p>
    <w:p w14:paraId="107239D0" w14:textId="2B922271" w:rsidR="00BD097C" w:rsidRPr="00BD097C" w:rsidRDefault="00BD097C" w:rsidP="00AC1676">
      <w:r w:rsidRPr="00BD097C">
        <w:t>Telefon +49 8631 9274-</w:t>
      </w:r>
      <w:r w:rsidR="00ED7855">
        <w:t>235</w:t>
      </w:r>
      <w:r w:rsidRPr="00BD097C">
        <w:t xml:space="preserve"> </w:t>
      </w:r>
    </w:p>
    <w:p w14:paraId="09209A56" w14:textId="247AEE7B" w:rsidR="00BD097C" w:rsidRPr="00BD097C" w:rsidRDefault="00BD097C" w:rsidP="00AC1676">
      <w:r w:rsidRPr="00BD097C">
        <w:t xml:space="preserve">E-Mail: </w:t>
      </w:r>
      <w:r w:rsidR="00ED7855">
        <w:t>felix.gruber</w:t>
      </w:r>
      <w:r w:rsidRPr="00BD097C">
        <w:t>@viscotec.de · www.</w:t>
      </w:r>
      <w:r w:rsidR="00ED7855">
        <w:t>puredyne</w:t>
      </w:r>
      <w:r w:rsidRPr="00BD097C">
        <w:t>.</w:t>
      </w:r>
      <w:r>
        <w:t>com</w:t>
      </w:r>
    </w:p>
    <w:p w14:paraId="42CD8A71" w14:textId="77777777" w:rsidR="00BD097C" w:rsidRPr="00BD097C" w:rsidRDefault="00BD097C" w:rsidP="00AC1676"/>
    <w:p w14:paraId="6244E98A" w14:textId="77777777" w:rsidR="00DC460C" w:rsidRDefault="00DC460C" w:rsidP="00DC460C">
      <w:pPr>
        <w:rPr>
          <w:b/>
        </w:rPr>
      </w:pPr>
      <w:r>
        <w:rPr>
          <w:b/>
        </w:rPr>
        <w:t>Melanie Hintereder, Marketing</w:t>
      </w:r>
    </w:p>
    <w:p w14:paraId="08C040D5" w14:textId="77777777" w:rsidR="00DC460C" w:rsidRDefault="00DC460C" w:rsidP="00DC460C">
      <w:r>
        <w:t>ViscoTec Pumpen- u. Dosiertechnik GmbH</w:t>
      </w:r>
    </w:p>
    <w:p w14:paraId="5283DBDB" w14:textId="77777777" w:rsidR="00DC460C" w:rsidRDefault="00DC460C" w:rsidP="00DC460C">
      <w:proofErr w:type="spellStart"/>
      <w:r>
        <w:t>Amperstraße</w:t>
      </w:r>
      <w:proofErr w:type="spellEnd"/>
      <w:r>
        <w:t xml:space="preserve"> 13, D-84513 Töging a. Inn</w:t>
      </w:r>
    </w:p>
    <w:p w14:paraId="27964E68" w14:textId="77777777" w:rsidR="00DC460C" w:rsidRDefault="00DC460C" w:rsidP="00DC460C">
      <w:r>
        <w:t xml:space="preserve">Telefon +49 8631 9274-404 </w:t>
      </w:r>
    </w:p>
    <w:p w14:paraId="4C4AAA32" w14:textId="77777777" w:rsidR="00207D48" w:rsidRPr="00BD097C" w:rsidRDefault="00DC460C" w:rsidP="00DC460C">
      <w:pPr>
        <w:rPr>
          <w:sz w:val="24"/>
          <w:szCs w:val="24"/>
        </w:rPr>
      </w:pPr>
      <w:r>
        <w:t>E-Mail: melanie.hintereder@viscotec.de</w:t>
      </w:r>
      <w:r w:rsidR="00BD097C" w:rsidRPr="00BD097C">
        <w:t xml:space="preserve"> · www.viscotec.de</w:t>
      </w:r>
    </w:p>
    <w:sectPr w:rsidR="00207D48" w:rsidRPr="00BD097C" w:rsidSect="00915714">
      <w:headerReference w:type="default" r:id="rId16"/>
      <w:footerReference w:type="default" r:id="rId17"/>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27B05" w14:textId="77777777" w:rsidR="002F60A3" w:rsidRDefault="002F60A3" w:rsidP="00AC1676">
      <w:r>
        <w:separator/>
      </w:r>
    </w:p>
  </w:endnote>
  <w:endnote w:type="continuationSeparator" w:id="0">
    <w:p w14:paraId="6D645244" w14:textId="77777777" w:rsidR="002F60A3" w:rsidRDefault="002F60A3"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FB28" w14:textId="77777777" w:rsidR="00915714" w:rsidRPr="00915714" w:rsidRDefault="00915714" w:rsidP="00AC1676">
    <w:pPr>
      <w:rPr>
        <w:noProof/>
      </w:rPr>
    </w:pPr>
  </w:p>
  <w:p w14:paraId="76CC1168"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03229FF6" wp14:editId="625F4528">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EF5552"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0DC4C7EF" w14:textId="77777777" w:rsidR="00915714" w:rsidRPr="00915714" w:rsidRDefault="00915714" w:rsidP="00AC1676">
    <w:pPr>
      <w:pStyle w:val="Fusszeile"/>
    </w:pPr>
    <w:r w:rsidRPr="00915714">
      <w:t xml:space="preserve">Stand: </w:t>
    </w:r>
    <w:r w:rsidR="00EF4B87">
      <w:t>09.03.2021</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5136C6C2"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02697" w14:textId="77777777" w:rsidR="002F60A3" w:rsidRDefault="002F60A3" w:rsidP="00AC1676">
      <w:r>
        <w:separator/>
      </w:r>
    </w:p>
  </w:footnote>
  <w:footnote w:type="continuationSeparator" w:id="0">
    <w:p w14:paraId="3AC9A10D" w14:textId="77777777" w:rsidR="002F60A3" w:rsidRDefault="002F60A3" w:rsidP="00AC1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DE550" w14:textId="77777777" w:rsidR="006B78C4" w:rsidRDefault="006B78C4" w:rsidP="00AC1676">
    <w:pPr>
      <w:pStyle w:val="Kopfzeile"/>
    </w:pPr>
    <w:r>
      <w:rPr>
        <w:noProof/>
        <w:lang w:eastAsia="de-DE"/>
      </w:rPr>
      <w:drawing>
        <wp:anchor distT="0" distB="0" distL="114300" distR="114300" simplePos="0" relativeHeight="251658240" behindDoc="1" locked="0" layoutInCell="1" allowOverlap="1" wp14:anchorId="3EAEB8FD" wp14:editId="03561018">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14E305CE" w14:textId="77777777" w:rsidR="006B78C4" w:rsidRDefault="006B78C4" w:rsidP="00AC1676">
    <w:pPr>
      <w:pStyle w:val="Kopfzeile"/>
    </w:pPr>
  </w:p>
  <w:p w14:paraId="64627E36" w14:textId="77777777" w:rsidR="006B78C4" w:rsidRDefault="006B78C4" w:rsidP="00AC1676">
    <w:pPr>
      <w:pStyle w:val="Kopfzeile"/>
    </w:pPr>
  </w:p>
  <w:p w14:paraId="3190B74F" w14:textId="77777777" w:rsidR="006B78C4" w:rsidRDefault="006B78C4" w:rsidP="00AC1676">
    <w:pPr>
      <w:pStyle w:val="Kopfzeile"/>
    </w:pPr>
  </w:p>
  <w:p w14:paraId="17D51570" w14:textId="77777777" w:rsidR="006B78C4" w:rsidRDefault="006B78C4" w:rsidP="00AC1676">
    <w:pPr>
      <w:pStyle w:val="Kopfzeile"/>
    </w:pPr>
  </w:p>
  <w:p w14:paraId="64A424F4" w14:textId="77777777" w:rsidR="006B78C4" w:rsidRPr="00AC1676" w:rsidRDefault="006B78C4" w:rsidP="00AC1676">
    <w:pPr>
      <w:pStyle w:val="berschrift1"/>
    </w:pPr>
    <w:r w:rsidRPr="00AC1676">
      <w:t>PRESSEMITTEILUNG</w:t>
    </w:r>
  </w:p>
  <w:p w14:paraId="082A987C" w14:textId="77777777" w:rsidR="006B78C4" w:rsidRDefault="006B78C4" w:rsidP="00AC1676">
    <w:pPr>
      <w:pStyle w:val="Kopfzeile"/>
    </w:pPr>
  </w:p>
  <w:p w14:paraId="6528797A" w14:textId="77777777" w:rsidR="006B78C4" w:rsidRDefault="006B78C4" w:rsidP="00AC1676">
    <w:pPr>
      <w:pStyle w:val="Kopfzeile"/>
    </w:pPr>
  </w:p>
  <w:p w14:paraId="5CC93282"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0D3"/>
    <w:rsid w:val="00007D5B"/>
    <w:rsid w:val="00011ACE"/>
    <w:rsid w:val="00016C9B"/>
    <w:rsid w:val="00046155"/>
    <w:rsid w:val="00051241"/>
    <w:rsid w:val="0007129F"/>
    <w:rsid w:val="00072F10"/>
    <w:rsid w:val="000A0BBF"/>
    <w:rsid w:val="000A19E3"/>
    <w:rsid w:val="000B1D62"/>
    <w:rsid w:val="000B283B"/>
    <w:rsid w:val="000B44E6"/>
    <w:rsid w:val="000C1A25"/>
    <w:rsid w:val="000D6C6C"/>
    <w:rsid w:val="000D7869"/>
    <w:rsid w:val="000F300F"/>
    <w:rsid w:val="000F3990"/>
    <w:rsid w:val="000F570B"/>
    <w:rsid w:val="00100CE6"/>
    <w:rsid w:val="00117D62"/>
    <w:rsid w:val="00121D2F"/>
    <w:rsid w:val="0012789C"/>
    <w:rsid w:val="001305C3"/>
    <w:rsid w:val="00141C2F"/>
    <w:rsid w:val="00164254"/>
    <w:rsid w:val="00165813"/>
    <w:rsid w:val="00176D36"/>
    <w:rsid w:val="0019178B"/>
    <w:rsid w:val="001B7978"/>
    <w:rsid w:val="001C0943"/>
    <w:rsid w:val="002026DF"/>
    <w:rsid w:val="00202BE0"/>
    <w:rsid w:val="00207D48"/>
    <w:rsid w:val="00213097"/>
    <w:rsid w:val="00214BE3"/>
    <w:rsid w:val="00216DE4"/>
    <w:rsid w:val="002312A3"/>
    <w:rsid w:val="0023607C"/>
    <w:rsid w:val="00262B3A"/>
    <w:rsid w:val="002664B1"/>
    <w:rsid w:val="002740F4"/>
    <w:rsid w:val="002A504C"/>
    <w:rsid w:val="002B4444"/>
    <w:rsid w:val="002C1B58"/>
    <w:rsid w:val="002C2397"/>
    <w:rsid w:val="002C524B"/>
    <w:rsid w:val="002D5C63"/>
    <w:rsid w:val="002E0AE1"/>
    <w:rsid w:val="002E2C37"/>
    <w:rsid w:val="002F038B"/>
    <w:rsid w:val="002F60A3"/>
    <w:rsid w:val="00304C95"/>
    <w:rsid w:val="0032417E"/>
    <w:rsid w:val="00327A1C"/>
    <w:rsid w:val="0033084C"/>
    <w:rsid w:val="00336773"/>
    <w:rsid w:val="003437D3"/>
    <w:rsid w:val="00346F0D"/>
    <w:rsid w:val="0037183D"/>
    <w:rsid w:val="00384295"/>
    <w:rsid w:val="003857C3"/>
    <w:rsid w:val="003A23BF"/>
    <w:rsid w:val="003B1CD5"/>
    <w:rsid w:val="003B1DCA"/>
    <w:rsid w:val="003B4AB4"/>
    <w:rsid w:val="003D19D2"/>
    <w:rsid w:val="003E2F35"/>
    <w:rsid w:val="003E5EE5"/>
    <w:rsid w:val="00401B86"/>
    <w:rsid w:val="00441521"/>
    <w:rsid w:val="0047185C"/>
    <w:rsid w:val="00471E2B"/>
    <w:rsid w:val="004779ED"/>
    <w:rsid w:val="00493933"/>
    <w:rsid w:val="004A21CC"/>
    <w:rsid w:val="004A45C4"/>
    <w:rsid w:val="004B3473"/>
    <w:rsid w:val="004B62DF"/>
    <w:rsid w:val="004B73AB"/>
    <w:rsid w:val="004C219F"/>
    <w:rsid w:val="004F0705"/>
    <w:rsid w:val="004F43B2"/>
    <w:rsid w:val="00500B73"/>
    <w:rsid w:val="00502B11"/>
    <w:rsid w:val="0050565F"/>
    <w:rsid w:val="005078AD"/>
    <w:rsid w:val="00510647"/>
    <w:rsid w:val="00512545"/>
    <w:rsid w:val="00512F9C"/>
    <w:rsid w:val="005178E6"/>
    <w:rsid w:val="005266D3"/>
    <w:rsid w:val="005336B3"/>
    <w:rsid w:val="00592CA1"/>
    <w:rsid w:val="00593A6A"/>
    <w:rsid w:val="005B5DB6"/>
    <w:rsid w:val="005D6AEE"/>
    <w:rsid w:val="005E0194"/>
    <w:rsid w:val="005E163C"/>
    <w:rsid w:val="005E7376"/>
    <w:rsid w:val="00610C87"/>
    <w:rsid w:val="00616D62"/>
    <w:rsid w:val="006513F2"/>
    <w:rsid w:val="00657333"/>
    <w:rsid w:val="006939CE"/>
    <w:rsid w:val="006B78C4"/>
    <w:rsid w:val="006C01C8"/>
    <w:rsid w:val="006C6AE2"/>
    <w:rsid w:val="006D3C02"/>
    <w:rsid w:val="006D7334"/>
    <w:rsid w:val="006E2BC6"/>
    <w:rsid w:val="00700DE5"/>
    <w:rsid w:val="00721364"/>
    <w:rsid w:val="00756476"/>
    <w:rsid w:val="00760589"/>
    <w:rsid w:val="007630D3"/>
    <w:rsid w:val="007735CF"/>
    <w:rsid w:val="00775374"/>
    <w:rsid w:val="00782414"/>
    <w:rsid w:val="00782818"/>
    <w:rsid w:val="007830C4"/>
    <w:rsid w:val="00791079"/>
    <w:rsid w:val="0079149C"/>
    <w:rsid w:val="00791C50"/>
    <w:rsid w:val="007B238C"/>
    <w:rsid w:val="007B6123"/>
    <w:rsid w:val="007C6E88"/>
    <w:rsid w:val="007D44EC"/>
    <w:rsid w:val="007E54FD"/>
    <w:rsid w:val="007E6BC7"/>
    <w:rsid w:val="007E6CA0"/>
    <w:rsid w:val="007F2750"/>
    <w:rsid w:val="00801952"/>
    <w:rsid w:val="00802A6A"/>
    <w:rsid w:val="00824859"/>
    <w:rsid w:val="00841C9D"/>
    <w:rsid w:val="00850596"/>
    <w:rsid w:val="00860508"/>
    <w:rsid w:val="00864742"/>
    <w:rsid w:val="0087508C"/>
    <w:rsid w:val="00894E01"/>
    <w:rsid w:val="008B0A02"/>
    <w:rsid w:val="008B676F"/>
    <w:rsid w:val="008E03D5"/>
    <w:rsid w:val="008E43A5"/>
    <w:rsid w:val="008F388C"/>
    <w:rsid w:val="00902FEA"/>
    <w:rsid w:val="00907327"/>
    <w:rsid w:val="009117DB"/>
    <w:rsid w:val="00915714"/>
    <w:rsid w:val="00924237"/>
    <w:rsid w:val="00925965"/>
    <w:rsid w:val="009305B4"/>
    <w:rsid w:val="00951DB5"/>
    <w:rsid w:val="00957129"/>
    <w:rsid w:val="00974CD8"/>
    <w:rsid w:val="00986634"/>
    <w:rsid w:val="00992BE1"/>
    <w:rsid w:val="009A12E0"/>
    <w:rsid w:val="009A2504"/>
    <w:rsid w:val="009A30FA"/>
    <w:rsid w:val="009A41BB"/>
    <w:rsid w:val="009A6CE5"/>
    <w:rsid w:val="009B0711"/>
    <w:rsid w:val="009C3A05"/>
    <w:rsid w:val="009C54F9"/>
    <w:rsid w:val="009D0A72"/>
    <w:rsid w:val="009D5A78"/>
    <w:rsid w:val="00A02963"/>
    <w:rsid w:val="00A23D8E"/>
    <w:rsid w:val="00A344E7"/>
    <w:rsid w:val="00A37997"/>
    <w:rsid w:val="00A40DA2"/>
    <w:rsid w:val="00A6029C"/>
    <w:rsid w:val="00A740C7"/>
    <w:rsid w:val="00A74BC0"/>
    <w:rsid w:val="00A76953"/>
    <w:rsid w:val="00A83E54"/>
    <w:rsid w:val="00A91752"/>
    <w:rsid w:val="00AC080F"/>
    <w:rsid w:val="00AC1676"/>
    <w:rsid w:val="00AD6103"/>
    <w:rsid w:val="00AF743F"/>
    <w:rsid w:val="00B20548"/>
    <w:rsid w:val="00B50CE4"/>
    <w:rsid w:val="00B55E60"/>
    <w:rsid w:val="00B60D2C"/>
    <w:rsid w:val="00BC2837"/>
    <w:rsid w:val="00BC7BB3"/>
    <w:rsid w:val="00BD097C"/>
    <w:rsid w:val="00BD6574"/>
    <w:rsid w:val="00BE1D8C"/>
    <w:rsid w:val="00BE5D7F"/>
    <w:rsid w:val="00BF49BD"/>
    <w:rsid w:val="00BF5F72"/>
    <w:rsid w:val="00BF7AEF"/>
    <w:rsid w:val="00C135DE"/>
    <w:rsid w:val="00C26A23"/>
    <w:rsid w:val="00C807D5"/>
    <w:rsid w:val="00C81CF1"/>
    <w:rsid w:val="00C83E1A"/>
    <w:rsid w:val="00C93794"/>
    <w:rsid w:val="00CA3498"/>
    <w:rsid w:val="00CA70D1"/>
    <w:rsid w:val="00CB426A"/>
    <w:rsid w:val="00CD188A"/>
    <w:rsid w:val="00CD306B"/>
    <w:rsid w:val="00CE729D"/>
    <w:rsid w:val="00CF08AA"/>
    <w:rsid w:val="00D130D4"/>
    <w:rsid w:val="00D141B3"/>
    <w:rsid w:val="00D23AF3"/>
    <w:rsid w:val="00D45B26"/>
    <w:rsid w:val="00D505E0"/>
    <w:rsid w:val="00D520FF"/>
    <w:rsid w:val="00D56D5D"/>
    <w:rsid w:val="00D81C07"/>
    <w:rsid w:val="00D844A5"/>
    <w:rsid w:val="00D87711"/>
    <w:rsid w:val="00DB1CFB"/>
    <w:rsid w:val="00DB619C"/>
    <w:rsid w:val="00DB6507"/>
    <w:rsid w:val="00DC460C"/>
    <w:rsid w:val="00DD3F95"/>
    <w:rsid w:val="00DD5908"/>
    <w:rsid w:val="00DE5EF5"/>
    <w:rsid w:val="00DE61EE"/>
    <w:rsid w:val="00DF6847"/>
    <w:rsid w:val="00E00F0E"/>
    <w:rsid w:val="00E22722"/>
    <w:rsid w:val="00E25702"/>
    <w:rsid w:val="00E2701B"/>
    <w:rsid w:val="00E61A32"/>
    <w:rsid w:val="00E72CEA"/>
    <w:rsid w:val="00E74D16"/>
    <w:rsid w:val="00E81BCD"/>
    <w:rsid w:val="00E8346B"/>
    <w:rsid w:val="00E919F0"/>
    <w:rsid w:val="00E97D4B"/>
    <w:rsid w:val="00EB69BA"/>
    <w:rsid w:val="00ED3E57"/>
    <w:rsid w:val="00ED7855"/>
    <w:rsid w:val="00EF4B87"/>
    <w:rsid w:val="00EF7AD4"/>
    <w:rsid w:val="00F06B9B"/>
    <w:rsid w:val="00F12F6C"/>
    <w:rsid w:val="00F131E0"/>
    <w:rsid w:val="00F1393A"/>
    <w:rsid w:val="00F355B7"/>
    <w:rsid w:val="00F35EFD"/>
    <w:rsid w:val="00F45842"/>
    <w:rsid w:val="00F713EC"/>
    <w:rsid w:val="00FD09DD"/>
    <w:rsid w:val="00FD3B18"/>
    <w:rsid w:val="00FF0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D2DDE6"/>
  <w15:docId w15:val="{B2C3F15F-6036-4C09-AB97-A278B8B16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semiHidden/>
    <w:unhideWhenUsed/>
    <w:rsid w:val="002312A3"/>
    <w:rPr>
      <w:sz w:val="20"/>
      <w:szCs w:val="20"/>
    </w:rPr>
  </w:style>
  <w:style w:type="character" w:customStyle="1" w:styleId="KommentartextZchn">
    <w:name w:val="Kommentartext Zchn"/>
    <w:basedOn w:val="Absatz-Standardschriftart"/>
    <w:link w:val="Kommentartext"/>
    <w:uiPriority w:val="99"/>
    <w:semiHidden/>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character" w:styleId="NichtaufgelsteErwhnung">
    <w:name w:val="Unresolved Mention"/>
    <w:basedOn w:val="Absatz-Standardschriftart"/>
    <w:uiPriority w:val="99"/>
    <w:semiHidden/>
    <w:unhideWhenUsed/>
    <w:rsid w:val="003B1C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794">
      <w:bodyDiv w:val="1"/>
      <w:marLeft w:val="0"/>
      <w:marRight w:val="0"/>
      <w:marTop w:val="0"/>
      <w:marBottom w:val="0"/>
      <w:divBdr>
        <w:top w:val="none" w:sz="0" w:space="0" w:color="auto"/>
        <w:left w:val="none" w:sz="0" w:space="0" w:color="auto"/>
        <w:bottom w:val="none" w:sz="0" w:space="0" w:color="auto"/>
        <w:right w:val="none" w:sz="0" w:space="0" w:color="auto"/>
      </w:divBdr>
      <w:divsChild>
        <w:div w:id="782840849">
          <w:marLeft w:val="0"/>
          <w:marRight w:val="0"/>
          <w:marTop w:val="0"/>
          <w:marBottom w:val="0"/>
          <w:divBdr>
            <w:top w:val="none" w:sz="0" w:space="0" w:color="auto"/>
            <w:left w:val="none" w:sz="0" w:space="0" w:color="auto"/>
            <w:bottom w:val="none" w:sz="0" w:space="0" w:color="auto"/>
            <w:right w:val="none" w:sz="0" w:space="0" w:color="auto"/>
          </w:divBdr>
        </w:div>
      </w:divsChild>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youtu.be/0JCmRMVgho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uredyne.com/" TargetMode="External"/><Relationship Id="rId5" Type="http://schemas.openxmlformats.org/officeDocument/2006/relationships/numbering" Target="numbering.xml"/><Relationship Id="rId15" Type="http://schemas.openxmlformats.org/officeDocument/2006/relationships/image" Target="media/image3.jp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intereder\ViscoTec%20Pumpen-%20u.%20Dosiertechnik%20GmbH\Daten%20-%20Vorlagen\Pressevorlagen\preeflow-Boiler-Plate-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3.xml><?xml version="1.0" encoding="utf-8"?>
<ds:datastoreItem xmlns:ds="http://schemas.openxmlformats.org/officeDocument/2006/customXml" ds:itemID="{67E5C691-C56D-440D-A027-E3F4DA3D8082}">
  <ds:schemaRefs>
    <ds:schemaRef ds:uri="http://schemas.openxmlformats.org/officeDocument/2006/bibliography"/>
  </ds:schemaRefs>
</ds:datastoreItem>
</file>

<file path=customXml/itemProps4.xml><?xml version="1.0" encoding="utf-8"?>
<ds:datastoreItem xmlns:ds="http://schemas.openxmlformats.org/officeDocument/2006/customXml" ds:itemID="{690346CF-282E-4AB4-8A1F-7BB8AAE0B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preeflow-Boiler-Plate-DE.dotx</Template>
  <TotalTime>0</TotalTime>
  <Pages>4</Pages>
  <Words>772</Words>
  <Characters>4867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47</cp:revision>
  <dcterms:created xsi:type="dcterms:W3CDTF">2021-09-17T04:56:00Z</dcterms:created>
  <dcterms:modified xsi:type="dcterms:W3CDTF">2021-09-30T09:57:00Z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8200</vt:r8>
  </property>
</Properties>
</file>